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9"/>
        <w:gridCol w:w="1952"/>
        <w:gridCol w:w="1828"/>
        <w:gridCol w:w="1828"/>
        <w:gridCol w:w="1672"/>
        <w:gridCol w:w="1559"/>
        <w:gridCol w:w="1619"/>
        <w:gridCol w:w="2745"/>
      </w:tblGrid>
      <w:tr w:rsidR="004E67D3" w:rsidRPr="00E82DED" w:rsidTr="003C573D">
        <w:trPr>
          <w:trHeight w:val="841"/>
        </w:trPr>
        <w:tc>
          <w:tcPr>
            <w:tcW w:w="3671" w:type="dxa"/>
            <w:gridSpan w:val="2"/>
          </w:tcPr>
          <w:p w:rsidR="003C573D" w:rsidRPr="00344720" w:rsidRDefault="003C573D" w:rsidP="005738F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828" w:type="dxa"/>
          </w:tcPr>
          <w:p w:rsidR="003C573D" w:rsidRDefault="00E310E8" w:rsidP="005738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18</w:t>
            </w:r>
          </w:p>
          <w:p w:rsidR="003C573D" w:rsidRDefault="00E310E8" w:rsidP="005738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Jan 15-18</w:t>
            </w:r>
          </w:p>
          <w:p w:rsidR="003C573D" w:rsidRPr="005738F7" w:rsidRDefault="00E310E8" w:rsidP="005738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3C573D">
              <w:rPr>
                <w:lang w:val="en-US"/>
              </w:rPr>
              <w:t xml:space="preserve"> periods</w:t>
            </w:r>
          </w:p>
        </w:tc>
        <w:tc>
          <w:tcPr>
            <w:tcW w:w="1828" w:type="dxa"/>
          </w:tcPr>
          <w:p w:rsidR="003C573D" w:rsidRDefault="003C573D" w:rsidP="005711A4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1</w:t>
            </w:r>
            <w:r w:rsidR="00E310E8">
              <w:t>9</w:t>
            </w:r>
          </w:p>
          <w:p w:rsidR="003C573D" w:rsidRDefault="00E310E8" w:rsidP="005711A4">
            <w:pPr>
              <w:jc w:val="center"/>
            </w:pPr>
            <w:proofErr w:type="spellStart"/>
            <w:r>
              <w:t>Jan</w:t>
            </w:r>
            <w:proofErr w:type="spellEnd"/>
            <w:r>
              <w:t xml:space="preserve"> 21-25</w:t>
            </w:r>
          </w:p>
          <w:p w:rsidR="00E310E8" w:rsidRDefault="002C75C3" w:rsidP="002C75C3">
            <w:r>
              <w:t xml:space="preserve">       </w:t>
            </w:r>
            <w:r w:rsidR="00E310E8">
              <w:t xml:space="preserve">5 </w:t>
            </w:r>
            <w:proofErr w:type="spellStart"/>
            <w:r w:rsidR="00E310E8">
              <w:t>period</w:t>
            </w:r>
            <w:r>
              <w:t>s</w:t>
            </w:r>
            <w:proofErr w:type="spellEnd"/>
          </w:p>
        </w:tc>
        <w:tc>
          <w:tcPr>
            <w:tcW w:w="1672" w:type="dxa"/>
          </w:tcPr>
          <w:p w:rsidR="003C573D" w:rsidRDefault="00E310E8" w:rsidP="005711A4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20</w:t>
            </w:r>
          </w:p>
          <w:p w:rsidR="003C573D" w:rsidRDefault="002C75C3" w:rsidP="005711A4">
            <w:pPr>
              <w:jc w:val="center"/>
            </w:pPr>
            <w:proofErr w:type="spellStart"/>
            <w:r>
              <w:t>Jan</w:t>
            </w:r>
            <w:proofErr w:type="spellEnd"/>
            <w:r>
              <w:t xml:space="preserve"> 28- Feb 1</w:t>
            </w:r>
          </w:p>
          <w:p w:rsidR="002C75C3" w:rsidRDefault="002C75C3" w:rsidP="005711A4">
            <w:pPr>
              <w:jc w:val="center"/>
            </w:pPr>
            <w:r>
              <w:t xml:space="preserve">5 </w:t>
            </w:r>
            <w:proofErr w:type="spellStart"/>
            <w:r>
              <w:t>periods</w:t>
            </w:r>
            <w:proofErr w:type="spellEnd"/>
          </w:p>
        </w:tc>
        <w:tc>
          <w:tcPr>
            <w:tcW w:w="1559" w:type="dxa"/>
          </w:tcPr>
          <w:p w:rsidR="003C573D" w:rsidRDefault="003C573D" w:rsidP="005711A4">
            <w:pPr>
              <w:jc w:val="center"/>
            </w:pPr>
          </w:p>
        </w:tc>
        <w:tc>
          <w:tcPr>
            <w:tcW w:w="1619" w:type="dxa"/>
          </w:tcPr>
          <w:p w:rsidR="003C573D" w:rsidRPr="008D2F53" w:rsidRDefault="003C573D" w:rsidP="005711A4">
            <w:pPr>
              <w:jc w:val="center"/>
              <w:rPr>
                <w:lang w:val="en-US"/>
              </w:rPr>
            </w:pPr>
          </w:p>
        </w:tc>
        <w:tc>
          <w:tcPr>
            <w:tcW w:w="2745" w:type="dxa"/>
          </w:tcPr>
          <w:p w:rsidR="003C573D" w:rsidRDefault="003C573D" w:rsidP="006F696E">
            <w:pPr>
              <w:jc w:val="center"/>
              <w:rPr>
                <w:lang w:val="en-US"/>
              </w:rPr>
            </w:pPr>
          </w:p>
          <w:p w:rsidR="003C573D" w:rsidRDefault="003C573D" w:rsidP="006F696E">
            <w:pPr>
              <w:jc w:val="center"/>
              <w:rPr>
                <w:lang w:val="en-US"/>
              </w:rPr>
            </w:pPr>
          </w:p>
          <w:p w:rsidR="003C573D" w:rsidRPr="008D2F53" w:rsidRDefault="003C573D" w:rsidP="006F696E">
            <w:pPr>
              <w:jc w:val="center"/>
              <w:rPr>
                <w:lang w:val="en-US"/>
              </w:rPr>
            </w:pPr>
          </w:p>
        </w:tc>
      </w:tr>
      <w:tr w:rsidR="005319ED" w:rsidRPr="00E310E8" w:rsidTr="003C573D">
        <w:tc>
          <w:tcPr>
            <w:tcW w:w="1719" w:type="dxa"/>
          </w:tcPr>
          <w:p w:rsidR="006F696E" w:rsidRPr="00344720" w:rsidRDefault="006F696E" w:rsidP="00FF6129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Handling Data</w:t>
            </w:r>
          </w:p>
          <w:p w:rsidR="006F696E" w:rsidRPr="00344720" w:rsidRDefault="006F696E" w:rsidP="00FF6129">
            <w:pPr>
              <w:rPr>
                <w:lang w:val="en-US"/>
              </w:rPr>
            </w:pPr>
          </w:p>
          <w:p w:rsidR="00E310E8" w:rsidRDefault="00E310E8" w:rsidP="00E310E8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Collects, records and displays data on a bar 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graph .</w:t>
            </w:r>
            <w:proofErr w:type="gramEnd"/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3)</w:t>
            </w: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Groups a set of objects according to at least two different criteria and explains the concept of class inclusion.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Places outcomes in order of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likelihood: will happen, might happen, won´t happen.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6F696E" w:rsidRPr="00B81719" w:rsidRDefault="006F696E" w:rsidP="00FF6129">
            <w:pPr>
              <w:rPr>
                <w:lang w:val="en-US"/>
              </w:rPr>
            </w:pPr>
          </w:p>
        </w:tc>
        <w:tc>
          <w:tcPr>
            <w:tcW w:w="1952" w:type="dxa"/>
          </w:tcPr>
          <w:p w:rsidR="006F696E" w:rsidRPr="005A600A" w:rsidRDefault="006F696E" w:rsidP="00FF6129">
            <w:pPr>
              <w:jc w:val="center"/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Default="006F696E" w:rsidP="0014345D">
            <w:pPr>
              <w:pStyle w:val="NoSpacing"/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</w:pPr>
          </w:p>
          <w:p w:rsidR="003C573D" w:rsidRPr="004F5538" w:rsidRDefault="002C75C3" w:rsidP="00E310E8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Bar graph modelled by the teacher</w:t>
            </w:r>
          </w:p>
        </w:tc>
        <w:tc>
          <w:tcPr>
            <w:tcW w:w="1828" w:type="dxa"/>
          </w:tcPr>
          <w:p w:rsidR="006F696E" w:rsidRPr="00D6539A" w:rsidRDefault="006F696E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6F696E" w:rsidRPr="00D6539A" w:rsidRDefault="007E4C73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Heinemann –Handling data workbook page s 1,2</w:t>
            </w:r>
          </w:p>
          <w:p w:rsidR="007E4C73" w:rsidRPr="00D6539A" w:rsidRDefault="007E4C73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Independent</w:t>
            </w:r>
          </w:p>
          <w:p w:rsidR="00DA1921" w:rsidRPr="00D6539A" w:rsidRDefault="00D6539A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Station 1</w:t>
            </w:r>
          </w:p>
          <w:p w:rsidR="00E310E8" w:rsidRPr="00D6539A" w:rsidRDefault="00E310E8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E310E8" w:rsidRPr="00D6539A" w:rsidRDefault="00E310E8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E310E8" w:rsidRPr="00D6539A" w:rsidRDefault="00E310E8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E310E8" w:rsidRPr="00D6539A" w:rsidRDefault="00E310E8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E310E8" w:rsidRPr="00D6539A" w:rsidRDefault="00E310E8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E310E8" w:rsidRPr="00D6539A" w:rsidRDefault="00E310E8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E310E8" w:rsidRPr="00D6539A" w:rsidRDefault="00E310E8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E310E8" w:rsidRPr="00D6539A" w:rsidRDefault="003E5A61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 xml:space="preserve">Grouping animals by at least 2 criteria </w:t>
            </w:r>
            <w:r w:rsidR="00E310E8" w:rsidRPr="00D6539A">
              <w:rPr>
                <w:color w:val="548DD4" w:themeColor="text2" w:themeTint="99"/>
                <w:lang w:val="en-US"/>
              </w:rPr>
              <w:t xml:space="preserve"> (</w:t>
            </w:r>
            <w:proofErr w:type="spellStart"/>
            <w:r w:rsidR="00E310E8" w:rsidRPr="00D6539A">
              <w:rPr>
                <w:color w:val="548DD4" w:themeColor="text2" w:themeTint="99"/>
                <w:lang w:val="en-US"/>
              </w:rPr>
              <w:t>Jayá</w:t>
            </w:r>
            <w:proofErr w:type="spellEnd"/>
            <w:r w:rsidR="00E310E8" w:rsidRPr="00D6539A">
              <w:rPr>
                <w:color w:val="548DD4" w:themeColor="text2" w:themeTint="99"/>
                <w:lang w:val="en-US"/>
              </w:rPr>
              <w:t>)</w:t>
            </w:r>
          </w:p>
          <w:p w:rsidR="004E67D3" w:rsidRPr="00D6539A" w:rsidRDefault="004E67D3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Don´t  assess</w:t>
            </w:r>
          </w:p>
          <w:p w:rsidR="004E67D3" w:rsidRPr="00D6539A" w:rsidRDefault="004E67D3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Small groups</w:t>
            </w:r>
            <w:r w:rsidR="00410F84" w:rsidRPr="00D6539A">
              <w:rPr>
                <w:color w:val="548DD4" w:themeColor="text2" w:themeTint="99"/>
                <w:lang w:val="en-US"/>
              </w:rPr>
              <w:t xml:space="preserve"> teacher guided</w:t>
            </w:r>
          </w:p>
          <w:p w:rsidR="006F696E" w:rsidRPr="00D6539A" w:rsidRDefault="00D6539A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Stations 1</w:t>
            </w:r>
          </w:p>
          <w:p w:rsidR="006F696E" w:rsidRPr="00D6539A" w:rsidRDefault="006F696E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6F696E" w:rsidRPr="00D6539A" w:rsidRDefault="006F696E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6F696E" w:rsidRPr="00D6539A" w:rsidRDefault="006F696E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2739E8" w:rsidRPr="00D6539A" w:rsidRDefault="002739E8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</w:tc>
        <w:tc>
          <w:tcPr>
            <w:tcW w:w="1672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Pr="005A600A" w:rsidRDefault="002739E8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Pr="005A600A" w:rsidRDefault="002739E8">
            <w:pPr>
              <w:rPr>
                <w:lang w:val="en-US"/>
              </w:rPr>
            </w:pPr>
          </w:p>
        </w:tc>
        <w:tc>
          <w:tcPr>
            <w:tcW w:w="1619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Pr="005A600A" w:rsidRDefault="002739E8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5509B4" w:rsidRDefault="005509B4" w:rsidP="00C402A6">
            <w:pPr>
              <w:rPr>
                <w:lang w:val="en-US"/>
              </w:rPr>
            </w:pPr>
          </w:p>
          <w:p w:rsidR="002739E8" w:rsidRPr="00C402A6" w:rsidRDefault="002739E8" w:rsidP="00C402A6">
            <w:pPr>
              <w:rPr>
                <w:color w:val="E36C0A" w:themeColor="accent6" w:themeShade="BF"/>
                <w:lang w:val="en-US"/>
              </w:rPr>
            </w:pPr>
          </w:p>
        </w:tc>
      </w:tr>
      <w:tr w:rsidR="005319ED" w:rsidRPr="005319ED" w:rsidTr="003C573D">
        <w:tc>
          <w:tcPr>
            <w:tcW w:w="1719" w:type="dxa"/>
          </w:tcPr>
          <w:p w:rsidR="00E310E8" w:rsidRPr="00E310E8" w:rsidRDefault="00E310E8" w:rsidP="00E310E8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E310E8">
              <w:rPr>
                <w:rFonts w:ascii="Calibri" w:hAnsi="Calibri"/>
                <w:b/>
                <w:sz w:val="20"/>
                <w:szCs w:val="20"/>
                <w:lang w:val="en-GB"/>
              </w:rPr>
              <w:t>Measurement</w:t>
            </w:r>
          </w:p>
          <w:p w:rsidR="00E310E8" w:rsidRDefault="00E310E8" w:rsidP="00E310E8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Estimates,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compares and measures, with non-standard units of measurement, height and weight (short, tall, heavy, light).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FF6129" w:rsidRDefault="00FF6129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4E67D3" w:rsidRDefault="004E67D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4E67D3" w:rsidRDefault="004E67D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4E67D3" w:rsidRDefault="004E67D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4E67D3" w:rsidRDefault="004E67D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2C75C3" w:rsidRDefault="002C75C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</w:tc>
        <w:tc>
          <w:tcPr>
            <w:tcW w:w="1952" w:type="dxa"/>
          </w:tcPr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Pr="00EE5055" w:rsidRDefault="006F696E" w:rsidP="00F32796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Pr="00D6539A" w:rsidRDefault="006F696E">
            <w:pPr>
              <w:rPr>
                <w:color w:val="548DD4" w:themeColor="text2" w:themeTint="99"/>
                <w:lang w:val="en-US"/>
              </w:rPr>
            </w:pPr>
          </w:p>
          <w:p w:rsidR="005319ED" w:rsidRPr="00D6539A" w:rsidRDefault="005319ED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Introduce Height in surroundings (compare and measure)</w:t>
            </w:r>
          </w:p>
          <w:p w:rsidR="004E67D3" w:rsidRPr="00D6539A" w:rsidRDefault="004E67D3">
            <w:pPr>
              <w:rPr>
                <w:color w:val="548DD4" w:themeColor="text2" w:themeTint="99"/>
                <w:lang w:val="en-US"/>
              </w:rPr>
            </w:pPr>
          </w:p>
          <w:p w:rsidR="004E67D3" w:rsidRPr="00D6539A" w:rsidRDefault="004E67D3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Don´t assess</w:t>
            </w:r>
          </w:p>
          <w:p w:rsidR="004E67D3" w:rsidRPr="00D6539A" w:rsidRDefault="004E67D3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Small groups</w:t>
            </w:r>
          </w:p>
          <w:p w:rsidR="00410F84" w:rsidRPr="00D6539A" w:rsidRDefault="00410F84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Teacher guided</w:t>
            </w:r>
          </w:p>
          <w:p w:rsidR="00D6539A" w:rsidRPr="00D6539A" w:rsidRDefault="00D6539A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Stations 1</w:t>
            </w:r>
          </w:p>
        </w:tc>
        <w:tc>
          <w:tcPr>
            <w:tcW w:w="1672" w:type="dxa"/>
          </w:tcPr>
          <w:p w:rsidR="00682766" w:rsidRDefault="00682766">
            <w:pPr>
              <w:rPr>
                <w:lang w:val="en-US"/>
              </w:rPr>
            </w:pPr>
          </w:p>
          <w:p w:rsidR="002739E8" w:rsidRPr="00AD48C4" w:rsidRDefault="002739E8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619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Pr="00AD48C4" w:rsidRDefault="002739E8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6F696E" w:rsidRDefault="006F696E" w:rsidP="00C402A6">
            <w:pPr>
              <w:rPr>
                <w:color w:val="00B0F0"/>
                <w:lang w:val="en-US"/>
              </w:rPr>
            </w:pPr>
          </w:p>
          <w:p w:rsidR="002739E8" w:rsidRPr="00C402A6" w:rsidRDefault="002739E8" w:rsidP="00C402A6">
            <w:pPr>
              <w:rPr>
                <w:color w:val="00B0F0"/>
                <w:lang w:val="en-US"/>
              </w:rPr>
            </w:pPr>
          </w:p>
        </w:tc>
      </w:tr>
      <w:tr w:rsidR="005319ED" w:rsidRPr="00C402A6" w:rsidTr="003C573D">
        <w:tc>
          <w:tcPr>
            <w:tcW w:w="1719" w:type="dxa"/>
          </w:tcPr>
          <w:p w:rsidR="004E67D3" w:rsidRPr="004E67D3" w:rsidRDefault="004E67D3" w:rsidP="004E67D3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4E67D3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>SHAPE &amp; SPACE</w:t>
            </w: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Sorts 3D shapes (cube, rectangular prism, sphere, cylinder and cone).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Identifies symmetry in their environment.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sz w:val="18"/>
                <w:szCs w:val="18"/>
                <w:lang w:val="en-US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Draws simple maps with references (Starting point-ending point)</w:t>
            </w:r>
          </w:p>
          <w:p w:rsidR="006F696E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6F696E" w:rsidRPr="001C32BE" w:rsidRDefault="006F696E" w:rsidP="003313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C32BE">
              <w:rPr>
                <w:highlight w:val="yellow"/>
                <w:lang w:val="en-US"/>
              </w:rPr>
              <w:t xml:space="preserve"> </w:t>
            </w:r>
          </w:p>
        </w:tc>
        <w:tc>
          <w:tcPr>
            <w:tcW w:w="1952" w:type="dxa"/>
          </w:tcPr>
          <w:p w:rsidR="003C573D" w:rsidRDefault="003C573D" w:rsidP="004E67D3">
            <w:pPr>
              <w:rPr>
                <w:lang w:val="es-ES"/>
              </w:rPr>
            </w:pPr>
          </w:p>
          <w:p w:rsidR="004E67D3" w:rsidRPr="003C573D" w:rsidRDefault="004E67D3" w:rsidP="004E67D3">
            <w:pPr>
              <w:rPr>
                <w:lang w:val="es-ES"/>
              </w:rPr>
            </w:pPr>
          </w:p>
        </w:tc>
        <w:tc>
          <w:tcPr>
            <w:tcW w:w="1828" w:type="dxa"/>
          </w:tcPr>
          <w:p w:rsidR="007C5353" w:rsidRPr="00E310E8" w:rsidRDefault="006F696E" w:rsidP="00F32796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s-CO"/>
              </w:rPr>
            </w:pPr>
            <w:r w:rsidRPr="00E310E8">
              <w:rPr>
                <w:rFonts w:asciiTheme="minorHAnsi" w:hAnsiTheme="minorHAnsi" w:cstheme="minorHAnsi"/>
                <w:color w:val="FF0000"/>
                <w:sz w:val="20"/>
                <w:szCs w:val="18"/>
                <w:lang w:val="es-CO"/>
              </w:rPr>
              <w:t xml:space="preserve">  </w:t>
            </w:r>
          </w:p>
          <w:p w:rsidR="007C5353" w:rsidRPr="00E310E8" w:rsidRDefault="007C5353" w:rsidP="00F32796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s-CO"/>
              </w:rPr>
            </w:pPr>
          </w:p>
          <w:p w:rsidR="007C5353" w:rsidRPr="00E310E8" w:rsidRDefault="007C5353" w:rsidP="00F32796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s-CO"/>
              </w:rPr>
            </w:pPr>
          </w:p>
          <w:p w:rsidR="006F696E" w:rsidRDefault="006F696E" w:rsidP="004E67D3">
            <w:pPr>
              <w:rPr>
                <w:lang w:val="en-US"/>
              </w:rPr>
            </w:pPr>
          </w:p>
          <w:p w:rsidR="002C75C3" w:rsidRDefault="002C75C3" w:rsidP="004E67D3">
            <w:pPr>
              <w:rPr>
                <w:lang w:val="en-US"/>
              </w:rPr>
            </w:pPr>
          </w:p>
          <w:p w:rsidR="002C75C3" w:rsidRDefault="002C75C3" w:rsidP="004E67D3">
            <w:pPr>
              <w:rPr>
                <w:lang w:val="en-US"/>
              </w:rPr>
            </w:pPr>
          </w:p>
          <w:p w:rsidR="002C75C3" w:rsidRDefault="002C75C3" w:rsidP="004E67D3">
            <w:pPr>
              <w:rPr>
                <w:lang w:val="en-US"/>
              </w:rPr>
            </w:pPr>
          </w:p>
          <w:p w:rsidR="002C75C3" w:rsidRDefault="002C75C3" w:rsidP="004E67D3">
            <w:pPr>
              <w:rPr>
                <w:lang w:val="en-US"/>
              </w:rPr>
            </w:pPr>
          </w:p>
          <w:p w:rsidR="002C75C3" w:rsidRPr="003C573D" w:rsidRDefault="002C75C3" w:rsidP="004E67D3">
            <w:pPr>
              <w:rPr>
                <w:lang w:val="en-US"/>
              </w:rPr>
            </w:pPr>
            <w:r>
              <w:rPr>
                <w:lang w:val="en-US"/>
              </w:rPr>
              <w:t>Introduce symmetry</w:t>
            </w:r>
          </w:p>
        </w:tc>
        <w:tc>
          <w:tcPr>
            <w:tcW w:w="1828" w:type="dxa"/>
          </w:tcPr>
          <w:p w:rsidR="002739E8" w:rsidRPr="00D6539A" w:rsidRDefault="002739E8" w:rsidP="002739E8">
            <w:pPr>
              <w:autoSpaceDE w:val="0"/>
              <w:autoSpaceDN w:val="0"/>
              <w:adjustRightInd w:val="0"/>
              <w:rPr>
                <w:color w:val="C00000"/>
                <w:lang w:val="en-US"/>
              </w:rPr>
            </w:pPr>
            <w:r w:rsidRPr="00D6539A">
              <w:rPr>
                <w:rFonts w:cstheme="minorHAnsi"/>
                <w:color w:val="C00000"/>
                <w:szCs w:val="18"/>
                <w:lang w:val="en-US"/>
              </w:rPr>
              <w:t xml:space="preserve"> </w:t>
            </w:r>
          </w:p>
          <w:p w:rsidR="006F696E" w:rsidRPr="00D6539A" w:rsidRDefault="006F696E" w:rsidP="00896A3C">
            <w:pPr>
              <w:rPr>
                <w:color w:val="C00000"/>
                <w:lang w:val="en-US"/>
              </w:rPr>
            </w:pPr>
          </w:p>
          <w:p w:rsidR="004E67D3" w:rsidRPr="00D6539A" w:rsidRDefault="004E67D3" w:rsidP="00896A3C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Sorts 3D shapes &amp; make a model using recyclable material collectively</w:t>
            </w:r>
          </w:p>
          <w:p w:rsidR="004E67D3" w:rsidRPr="00D6539A" w:rsidRDefault="004E67D3" w:rsidP="00896A3C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 xml:space="preserve">Independent </w:t>
            </w:r>
          </w:p>
          <w:p w:rsidR="00D6539A" w:rsidRPr="00D6539A" w:rsidRDefault="00D6539A" w:rsidP="00896A3C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Stations 2</w:t>
            </w:r>
          </w:p>
        </w:tc>
        <w:tc>
          <w:tcPr>
            <w:tcW w:w="1672" w:type="dxa"/>
          </w:tcPr>
          <w:p w:rsidR="006F696E" w:rsidRPr="003C573D" w:rsidRDefault="006F696E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559" w:type="dxa"/>
          </w:tcPr>
          <w:p w:rsidR="00726FEB" w:rsidRPr="00726FEB" w:rsidRDefault="00726FEB" w:rsidP="003C573D">
            <w:pPr>
              <w:rPr>
                <w:lang w:val="en-US"/>
              </w:rPr>
            </w:pPr>
          </w:p>
        </w:tc>
        <w:tc>
          <w:tcPr>
            <w:tcW w:w="1619" w:type="dxa"/>
          </w:tcPr>
          <w:p w:rsidR="006F696E" w:rsidRDefault="00726FEB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  <w:r>
              <w:rPr>
                <w:lang w:val="en-US"/>
              </w:rPr>
              <w:t xml:space="preserve">, </w:t>
            </w: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Pr="00726FEB" w:rsidRDefault="00726FEB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6F696E" w:rsidRDefault="006F696E" w:rsidP="006F696E">
            <w:pPr>
              <w:rPr>
                <w:lang w:val="en-US"/>
              </w:rPr>
            </w:pPr>
          </w:p>
          <w:p w:rsidR="00FA2415" w:rsidRPr="00726FEB" w:rsidRDefault="00FA2415" w:rsidP="00F50EC0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5319ED" w:rsidRPr="002739E8" w:rsidTr="003C573D">
        <w:trPr>
          <w:trHeight w:val="1272"/>
        </w:trPr>
        <w:tc>
          <w:tcPr>
            <w:tcW w:w="1719" w:type="dxa"/>
          </w:tcPr>
          <w:p w:rsidR="006F696E" w:rsidRPr="00344720" w:rsidRDefault="006F696E">
            <w:pPr>
              <w:rPr>
                <w:b/>
                <w:lang w:val="en-US"/>
              </w:rPr>
            </w:pPr>
            <w:r w:rsidRPr="001C32BE">
              <w:rPr>
                <w:b/>
                <w:lang w:val="en-US"/>
              </w:rPr>
              <w:t>Patter</w:t>
            </w:r>
            <w:r w:rsidRPr="00344720">
              <w:rPr>
                <w:b/>
                <w:lang w:val="en-US"/>
              </w:rPr>
              <w:t>ns &amp; function</w:t>
            </w:r>
          </w:p>
          <w:p w:rsidR="006F696E" w:rsidRPr="00344720" w:rsidRDefault="006F696E">
            <w:pPr>
              <w:rPr>
                <w:b/>
                <w:lang w:val="en-US"/>
              </w:rPr>
            </w:pPr>
          </w:p>
          <w:p w:rsidR="006F696E" w:rsidRDefault="00410F8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Makes graphic representation of patterns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  4 objects, using at least three variables color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, shape and size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6F696E" w:rsidRPr="00AD48C4" w:rsidRDefault="006F696E">
            <w:pPr>
              <w:rPr>
                <w:b/>
                <w:lang w:val="en-US"/>
              </w:rPr>
            </w:pPr>
          </w:p>
        </w:tc>
        <w:tc>
          <w:tcPr>
            <w:tcW w:w="1952" w:type="dxa"/>
          </w:tcPr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9F15E8" w:rsidRDefault="009F15E8" w:rsidP="003C573D">
            <w:pPr>
              <w:pStyle w:val="NoSpacing"/>
              <w:rPr>
                <w:lang w:val="en-US"/>
              </w:rPr>
            </w:pPr>
          </w:p>
          <w:p w:rsidR="009F15E8" w:rsidRDefault="009F15E8" w:rsidP="003C573D">
            <w:pPr>
              <w:pStyle w:val="NoSpacing"/>
              <w:rPr>
                <w:lang w:val="en-US"/>
              </w:rPr>
            </w:pPr>
          </w:p>
          <w:p w:rsidR="009F15E8" w:rsidRDefault="009F15E8" w:rsidP="003C573D">
            <w:pPr>
              <w:pStyle w:val="NoSpacing"/>
              <w:rPr>
                <w:lang w:val="en-US"/>
              </w:rPr>
            </w:pPr>
          </w:p>
          <w:p w:rsidR="0049790D" w:rsidRPr="00FA53AC" w:rsidRDefault="0049790D" w:rsidP="0049790D">
            <w:pPr>
              <w:pStyle w:val="NoSpacing"/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Pr="00D6539A" w:rsidRDefault="006F696E">
            <w:pPr>
              <w:rPr>
                <w:color w:val="C00000"/>
                <w:lang w:val="en-GB"/>
              </w:rPr>
            </w:pPr>
          </w:p>
        </w:tc>
        <w:tc>
          <w:tcPr>
            <w:tcW w:w="1672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45346E" w:rsidRPr="00FA53AC" w:rsidRDefault="0045346E">
            <w:pPr>
              <w:rPr>
                <w:lang w:val="en-US"/>
              </w:rPr>
            </w:pPr>
          </w:p>
        </w:tc>
        <w:tc>
          <w:tcPr>
            <w:tcW w:w="1619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6F696E" w:rsidRPr="00FA53AC" w:rsidRDefault="006F696E" w:rsidP="006F696E">
            <w:pPr>
              <w:rPr>
                <w:lang w:val="en-US"/>
              </w:rPr>
            </w:pPr>
          </w:p>
        </w:tc>
      </w:tr>
      <w:tr w:rsidR="005319ED" w:rsidRPr="004B55C3" w:rsidTr="003C573D">
        <w:tc>
          <w:tcPr>
            <w:tcW w:w="1719" w:type="dxa"/>
          </w:tcPr>
          <w:p w:rsidR="006F696E" w:rsidRPr="003C573D" w:rsidRDefault="006F696E">
            <w:pPr>
              <w:rPr>
                <w:b/>
                <w:lang w:val="en-US"/>
              </w:rPr>
            </w:pPr>
            <w:r w:rsidRPr="003C573D">
              <w:rPr>
                <w:b/>
                <w:lang w:val="en-US"/>
              </w:rPr>
              <w:t>Number</w:t>
            </w:r>
          </w:p>
          <w:p w:rsidR="006F696E" w:rsidRPr="003C573D" w:rsidRDefault="006F696E">
            <w:pPr>
              <w:rPr>
                <w:b/>
                <w:lang w:val="en-US"/>
              </w:rPr>
            </w:pPr>
          </w:p>
          <w:p w:rsidR="004E67D3" w:rsidRDefault="004E67D3" w:rsidP="004E67D3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Identifies numbers up to 30.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 1)</w:t>
            </w: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Connects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number names and numerals to the quantities they represent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Estimates quantities in real life situations (Phase 1)</w:t>
            </w:r>
          </w:p>
          <w:p w:rsidR="004E67D3" w:rsidRDefault="004E67D3" w:rsidP="004E67D3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Using objects 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finds,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draws and orders all possible 2-number combinations to make numbers 5-9.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 + Phase 2)</w:t>
            </w: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Using objects tells number stories for some 2-number combinations to make numbers 5-9.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 (Phase 1 + Phase 2)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addition and subtraction stories)</w:t>
            </w:r>
          </w:p>
          <w:p w:rsidR="006F696E" w:rsidRPr="003C573D" w:rsidRDefault="006F696E" w:rsidP="004E67D3">
            <w:pPr>
              <w:pStyle w:val="ListParagraph"/>
              <w:ind w:left="360"/>
              <w:rPr>
                <w:b/>
                <w:lang w:val="en-US"/>
              </w:rPr>
            </w:pPr>
          </w:p>
        </w:tc>
        <w:tc>
          <w:tcPr>
            <w:tcW w:w="1952" w:type="dxa"/>
          </w:tcPr>
          <w:p w:rsidR="006F696E" w:rsidRPr="008A7D0B" w:rsidRDefault="006F696E" w:rsidP="003C573D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2C75C3" w:rsidRDefault="002C75C3" w:rsidP="003C573D">
            <w:pPr>
              <w:pStyle w:val="NoSpacing"/>
              <w:rPr>
                <w:lang w:val="en-US"/>
              </w:rPr>
            </w:pPr>
          </w:p>
          <w:p w:rsidR="002C75C3" w:rsidRDefault="002C75C3" w:rsidP="003C573D">
            <w:pPr>
              <w:pStyle w:val="NoSpacing"/>
              <w:rPr>
                <w:lang w:val="en-US"/>
              </w:rPr>
            </w:pPr>
          </w:p>
          <w:p w:rsidR="00375470" w:rsidRPr="000026CD" w:rsidRDefault="002C75C3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  <w:r w:rsidRPr="000026CD">
              <w:rPr>
                <w:rFonts w:asciiTheme="minorHAnsi" w:hAnsiTheme="minorHAnsi" w:cstheme="minorHAnsi"/>
                <w:lang w:val="en-US"/>
              </w:rPr>
              <w:t>Numbers up to 30</w:t>
            </w: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C573D" w:rsidRPr="000026CD" w:rsidRDefault="003C573D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C573D" w:rsidRPr="000026CD" w:rsidRDefault="003C573D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E5055" w:rsidRPr="000026CD" w:rsidRDefault="00EE5055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0026CD" w:rsidRPr="000026CD" w:rsidRDefault="000026CD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2C75C3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  <w:r w:rsidRPr="000026CD">
              <w:rPr>
                <w:rFonts w:asciiTheme="minorHAnsi" w:hAnsiTheme="minorHAnsi" w:cstheme="minorHAnsi"/>
                <w:lang w:val="en-US"/>
              </w:rPr>
              <w:t>Introduc</w:t>
            </w:r>
            <w:r w:rsidR="004B55C3">
              <w:rPr>
                <w:rFonts w:asciiTheme="minorHAnsi" w:hAnsiTheme="minorHAnsi" w:cstheme="minorHAnsi"/>
                <w:lang w:val="en-US"/>
              </w:rPr>
              <w:t>e equations in combinations 5,6</w:t>
            </w:r>
            <w:bookmarkStart w:id="0" w:name="_GoBack"/>
            <w:bookmarkEnd w:id="0"/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Pr="008A7D0B" w:rsidRDefault="00375470" w:rsidP="00375470">
            <w:pPr>
              <w:pStyle w:val="NoSpacing"/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Pr="00D6539A" w:rsidRDefault="006F696E" w:rsidP="004D306F">
            <w:pPr>
              <w:rPr>
                <w:color w:val="C00000"/>
                <w:lang w:val="en-US"/>
              </w:rPr>
            </w:pPr>
          </w:p>
          <w:p w:rsidR="00140847" w:rsidRPr="00D6539A" w:rsidRDefault="00140847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Estimate and count quantities</w:t>
            </w:r>
            <w:r w:rsidR="007E4C73" w:rsidRPr="00D6539A">
              <w:rPr>
                <w:color w:val="C00000"/>
                <w:lang w:val="en-US"/>
              </w:rPr>
              <w:t xml:space="preserve"> up to 30 , t</w:t>
            </w:r>
            <w:r w:rsidRPr="00D6539A">
              <w:rPr>
                <w:color w:val="C00000"/>
                <w:lang w:val="en-US"/>
              </w:rPr>
              <w:t>eacher guided</w:t>
            </w:r>
          </w:p>
          <w:p w:rsidR="00D6539A" w:rsidRPr="00D6539A" w:rsidRDefault="00D6539A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Stations 2</w:t>
            </w: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Make combinations for number 6- 7 including equations</w:t>
            </w: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Small groups</w:t>
            </w:r>
          </w:p>
          <w:p w:rsidR="00410F84" w:rsidRPr="00D6539A" w:rsidRDefault="007E4C73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t</w:t>
            </w:r>
            <w:r w:rsidR="00410F84" w:rsidRPr="00D6539A">
              <w:rPr>
                <w:color w:val="C00000"/>
                <w:lang w:val="en-US"/>
              </w:rPr>
              <w:t>eacher guided</w:t>
            </w:r>
          </w:p>
          <w:p w:rsidR="00D6539A" w:rsidRPr="00D6539A" w:rsidRDefault="00D6539A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Stations 2</w:t>
            </w:r>
          </w:p>
          <w:p w:rsidR="007E4C73" w:rsidRPr="00D6539A" w:rsidRDefault="007E4C73" w:rsidP="00001C2A">
            <w:pPr>
              <w:rPr>
                <w:color w:val="C00000"/>
                <w:lang w:val="en-US"/>
              </w:rPr>
            </w:pPr>
          </w:p>
          <w:p w:rsidR="007E4C73" w:rsidRPr="00D6539A" w:rsidRDefault="007E4C73" w:rsidP="00001C2A">
            <w:pPr>
              <w:rPr>
                <w:color w:val="C00000"/>
                <w:lang w:val="en-US"/>
              </w:rPr>
            </w:pPr>
          </w:p>
          <w:p w:rsidR="007E4C73" w:rsidRPr="00D6539A" w:rsidRDefault="007E4C73" w:rsidP="00001C2A">
            <w:pPr>
              <w:rPr>
                <w:color w:val="C00000"/>
                <w:lang w:val="en-US"/>
              </w:rPr>
            </w:pPr>
          </w:p>
          <w:p w:rsidR="007E4C73" w:rsidRPr="00D6539A" w:rsidRDefault="007E4C73" w:rsidP="00001C2A">
            <w:pPr>
              <w:rPr>
                <w:color w:val="C00000"/>
                <w:lang w:val="en-US"/>
              </w:rPr>
            </w:pPr>
          </w:p>
          <w:p w:rsidR="007E4C73" w:rsidRPr="00D6539A" w:rsidRDefault="007E4C73" w:rsidP="00001C2A">
            <w:pPr>
              <w:rPr>
                <w:b/>
                <w:lang w:val="en-US"/>
              </w:rPr>
            </w:pPr>
            <w:r w:rsidRPr="00D6539A">
              <w:rPr>
                <w:b/>
                <w:lang w:val="en-US"/>
              </w:rPr>
              <w:t>Homework: Heinemann workbook 5, 2 or 3 missing  pages from y</w:t>
            </w:r>
            <w:r w:rsidR="00D6539A">
              <w:rPr>
                <w:b/>
                <w:lang w:val="en-US"/>
              </w:rPr>
              <w:t>our</w:t>
            </w:r>
            <w:r w:rsidRPr="00D6539A">
              <w:rPr>
                <w:b/>
                <w:lang w:val="en-US"/>
              </w:rPr>
              <w:t xml:space="preserve"> class</w:t>
            </w:r>
          </w:p>
          <w:p w:rsidR="00D6539A" w:rsidRDefault="00D6539A" w:rsidP="00001C2A">
            <w:pPr>
              <w:rPr>
                <w:lang w:val="en-US"/>
              </w:rPr>
            </w:pPr>
          </w:p>
          <w:p w:rsidR="00D6539A" w:rsidRPr="00D6539A" w:rsidRDefault="00D6539A" w:rsidP="00001C2A">
            <w:pPr>
              <w:rPr>
                <w:b/>
                <w:lang w:val="en-US"/>
              </w:rPr>
            </w:pPr>
            <w:r w:rsidRPr="00D6539A">
              <w:rPr>
                <w:b/>
                <w:lang w:val="en-US"/>
              </w:rPr>
              <w:t>NOTE: Stations 1 (1 block)</w:t>
            </w:r>
          </w:p>
          <w:p w:rsidR="00D6539A" w:rsidRDefault="00D6539A" w:rsidP="00001C2A">
            <w:pPr>
              <w:rPr>
                <w:b/>
                <w:lang w:val="en-US"/>
              </w:rPr>
            </w:pPr>
            <w:r w:rsidRPr="00D6539A">
              <w:rPr>
                <w:b/>
                <w:lang w:val="en-US"/>
              </w:rPr>
              <w:t>Stations 2 (1 block)</w:t>
            </w:r>
          </w:p>
          <w:p w:rsidR="00D6539A" w:rsidRPr="00D6539A" w:rsidRDefault="00D6539A" w:rsidP="00001C2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Missing period to catch up in agenda</w:t>
            </w: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</w:tc>
        <w:tc>
          <w:tcPr>
            <w:tcW w:w="1672" w:type="dxa"/>
          </w:tcPr>
          <w:p w:rsidR="003C573D" w:rsidRPr="00355AF1" w:rsidRDefault="003C573D" w:rsidP="003C573D">
            <w:pPr>
              <w:rPr>
                <w:color w:val="FF0000"/>
                <w:lang w:val="en-US"/>
              </w:rPr>
            </w:pPr>
          </w:p>
          <w:p w:rsidR="00682766" w:rsidRPr="00355AF1" w:rsidRDefault="00682766" w:rsidP="00355AF1">
            <w:pPr>
              <w:rPr>
                <w:color w:val="FF0000"/>
                <w:lang w:val="en-US"/>
              </w:rPr>
            </w:pPr>
          </w:p>
        </w:tc>
        <w:tc>
          <w:tcPr>
            <w:tcW w:w="1559" w:type="dxa"/>
          </w:tcPr>
          <w:p w:rsidR="0045346E" w:rsidRPr="00726FEB" w:rsidRDefault="0045346E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619" w:type="dxa"/>
          </w:tcPr>
          <w:p w:rsidR="009078F1" w:rsidRPr="009078F1" w:rsidRDefault="009078F1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FA2415" w:rsidRPr="00B453BB" w:rsidRDefault="00FA2415" w:rsidP="006F696E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5C9E"/>
    <w:multiLevelType w:val="hybridMultilevel"/>
    <w:tmpl w:val="B6FA0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42359A6"/>
    <w:multiLevelType w:val="hybridMultilevel"/>
    <w:tmpl w:val="4E56A8E4"/>
    <w:lvl w:ilvl="0" w:tplc="A62699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9E8"/>
    <w:rsid w:val="00001C2A"/>
    <w:rsid w:val="000026CD"/>
    <w:rsid w:val="0003246F"/>
    <w:rsid w:val="000923D9"/>
    <w:rsid w:val="000B2746"/>
    <w:rsid w:val="00140847"/>
    <w:rsid w:val="0014345D"/>
    <w:rsid w:val="001B652C"/>
    <w:rsid w:val="001C243C"/>
    <w:rsid w:val="001C32BE"/>
    <w:rsid w:val="0020149A"/>
    <w:rsid w:val="00264492"/>
    <w:rsid w:val="00264B1B"/>
    <w:rsid w:val="002739E8"/>
    <w:rsid w:val="00293DDE"/>
    <w:rsid w:val="002A714F"/>
    <w:rsid w:val="002C75C3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75470"/>
    <w:rsid w:val="0038020B"/>
    <w:rsid w:val="003C573D"/>
    <w:rsid w:val="003C5DAC"/>
    <w:rsid w:val="003E5A61"/>
    <w:rsid w:val="00410F84"/>
    <w:rsid w:val="0044297C"/>
    <w:rsid w:val="0045346E"/>
    <w:rsid w:val="0049790D"/>
    <w:rsid w:val="004B55C3"/>
    <w:rsid w:val="004D306F"/>
    <w:rsid w:val="004E0C96"/>
    <w:rsid w:val="004E67D3"/>
    <w:rsid w:val="004F5538"/>
    <w:rsid w:val="005319ED"/>
    <w:rsid w:val="005509B4"/>
    <w:rsid w:val="005711A4"/>
    <w:rsid w:val="005738F7"/>
    <w:rsid w:val="005A600A"/>
    <w:rsid w:val="006664D5"/>
    <w:rsid w:val="00682766"/>
    <w:rsid w:val="00695040"/>
    <w:rsid w:val="006A1842"/>
    <w:rsid w:val="006F696E"/>
    <w:rsid w:val="00726FEB"/>
    <w:rsid w:val="0074668E"/>
    <w:rsid w:val="00785B55"/>
    <w:rsid w:val="007C5353"/>
    <w:rsid w:val="007E3654"/>
    <w:rsid w:val="007E4C73"/>
    <w:rsid w:val="0081077E"/>
    <w:rsid w:val="008132BC"/>
    <w:rsid w:val="0085391E"/>
    <w:rsid w:val="00870DF1"/>
    <w:rsid w:val="00896A3C"/>
    <w:rsid w:val="008A7D0B"/>
    <w:rsid w:val="008C24AB"/>
    <w:rsid w:val="008D2F53"/>
    <w:rsid w:val="008E074B"/>
    <w:rsid w:val="009078F1"/>
    <w:rsid w:val="00993DC1"/>
    <w:rsid w:val="009F0181"/>
    <w:rsid w:val="009F15E8"/>
    <w:rsid w:val="00A14C1C"/>
    <w:rsid w:val="00A352BF"/>
    <w:rsid w:val="00A422EC"/>
    <w:rsid w:val="00A47530"/>
    <w:rsid w:val="00A502B5"/>
    <w:rsid w:val="00A70323"/>
    <w:rsid w:val="00A87601"/>
    <w:rsid w:val="00AB2438"/>
    <w:rsid w:val="00AB62C6"/>
    <w:rsid w:val="00AD48C4"/>
    <w:rsid w:val="00B453BB"/>
    <w:rsid w:val="00B81719"/>
    <w:rsid w:val="00B8229B"/>
    <w:rsid w:val="00C32341"/>
    <w:rsid w:val="00C402A6"/>
    <w:rsid w:val="00C554C1"/>
    <w:rsid w:val="00CE1AB7"/>
    <w:rsid w:val="00D6539A"/>
    <w:rsid w:val="00D84D4F"/>
    <w:rsid w:val="00DA1921"/>
    <w:rsid w:val="00E01EE4"/>
    <w:rsid w:val="00E310E8"/>
    <w:rsid w:val="00E6457B"/>
    <w:rsid w:val="00E82DED"/>
    <w:rsid w:val="00EE5055"/>
    <w:rsid w:val="00F046FC"/>
    <w:rsid w:val="00F32345"/>
    <w:rsid w:val="00F32796"/>
    <w:rsid w:val="00F50EC0"/>
    <w:rsid w:val="00F70E8F"/>
    <w:rsid w:val="00F94A5D"/>
    <w:rsid w:val="00FA0AD4"/>
    <w:rsid w:val="00FA2415"/>
    <w:rsid w:val="00FA53AC"/>
    <w:rsid w:val="00FB1C37"/>
    <w:rsid w:val="00FE4423"/>
    <w:rsid w:val="00FF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02A6"/>
    <w:rPr>
      <w:color w:val="800080" w:themeColor="followedHyperlink"/>
      <w:u w:val="single"/>
    </w:rPr>
  </w:style>
  <w:style w:type="paragraph" w:customStyle="1" w:styleId="Listbullet">
    <w:name w:val="List (bullet)"/>
    <w:basedOn w:val="Normal"/>
    <w:rsid w:val="00FF6129"/>
    <w:pPr>
      <w:numPr>
        <w:numId w:val="6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02A6"/>
    <w:rPr>
      <w:color w:val="800080" w:themeColor="followedHyperlink"/>
      <w:u w:val="single"/>
    </w:rPr>
  </w:style>
  <w:style w:type="paragraph" w:customStyle="1" w:styleId="Listbullet">
    <w:name w:val="List (bullet)"/>
    <w:basedOn w:val="Normal"/>
    <w:rsid w:val="00FF6129"/>
    <w:pPr>
      <w:numPr>
        <w:numId w:val="6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2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icky%20Ago%2012%20on\RK%20CCB%202012%202013\Maths\Activities_spread_sheet_Maths_I+updated+nov+15+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7BD7D-1CE8-4273-B581-D66255E63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Activities_spread_sheet_Maths_I+updated+nov+15+12</Template>
  <TotalTime>1</TotalTime>
  <Pages>3</Pages>
  <Words>359</Words>
  <Characters>1977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claudia ayerbe</cp:lastModifiedBy>
  <cp:revision>2</cp:revision>
  <dcterms:created xsi:type="dcterms:W3CDTF">2013-01-17T16:49:00Z</dcterms:created>
  <dcterms:modified xsi:type="dcterms:W3CDTF">2013-01-17T16:49:00Z</dcterms:modified>
</cp:coreProperties>
</file>